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A155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55B1">
        <w:rPr>
          <w:rFonts w:ascii="Corbel" w:hAnsi="Corbel"/>
          <w:bCs/>
          <w:i/>
        </w:rPr>
        <w:t xml:space="preserve">Załącznik nr </w:t>
      </w:r>
      <w:r w:rsidR="006F31E2" w:rsidRPr="00A155B1">
        <w:rPr>
          <w:rFonts w:ascii="Corbel" w:hAnsi="Corbel"/>
          <w:bCs/>
          <w:i/>
        </w:rPr>
        <w:t>1.5</w:t>
      </w:r>
      <w:r w:rsidR="00D8678B" w:rsidRPr="00A155B1">
        <w:rPr>
          <w:rFonts w:ascii="Corbel" w:hAnsi="Corbel"/>
          <w:bCs/>
          <w:i/>
        </w:rPr>
        <w:t xml:space="preserve"> do Zarządzenia</w:t>
      </w:r>
      <w:r w:rsidR="002A22BF" w:rsidRPr="00A155B1">
        <w:rPr>
          <w:rFonts w:ascii="Corbel" w:hAnsi="Corbel"/>
          <w:bCs/>
          <w:i/>
        </w:rPr>
        <w:t xml:space="preserve"> Rektora UR </w:t>
      </w:r>
      <w:r w:rsidRPr="00A155B1">
        <w:rPr>
          <w:rFonts w:ascii="Corbel" w:hAnsi="Corbel"/>
          <w:bCs/>
          <w:i/>
        </w:rPr>
        <w:t xml:space="preserve"> nr </w:t>
      </w:r>
      <w:r w:rsidR="00F17567" w:rsidRPr="00A155B1">
        <w:rPr>
          <w:rFonts w:ascii="Corbel" w:hAnsi="Corbel"/>
          <w:bCs/>
          <w:i/>
        </w:rPr>
        <w:t>12/2019</w:t>
      </w: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1C98828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2020-202</w:t>
      </w:r>
      <w:r w:rsidR="00D05A3B" w:rsidRPr="00A155B1">
        <w:rPr>
          <w:rFonts w:ascii="Corbel" w:hAnsi="Corbel"/>
          <w:i/>
          <w:smallCaps/>
          <w:sz w:val="24"/>
          <w:szCs w:val="24"/>
        </w:rPr>
        <w:t>2</w:t>
      </w:r>
    </w:p>
    <w:p w14:paraId="6A743604" w14:textId="060188CF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AE4AD8" w:rsidRPr="00A155B1">
        <w:rPr>
          <w:rFonts w:ascii="Corbel" w:hAnsi="Corbel"/>
          <w:sz w:val="20"/>
          <w:szCs w:val="20"/>
        </w:rPr>
        <w:t>1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AE4AD8" w:rsidRPr="00A155B1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0B469A2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E/II/EP/C.5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C0B926" w:rsidR="0085747A" w:rsidRPr="00A155B1" w:rsidRDefault="00772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DEC97B7" w:rsidR="003823BE" w:rsidRPr="00A155B1" w:rsidRDefault="007720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E8096D5" w:rsidR="003823BE" w:rsidRPr="00A155B1" w:rsidRDefault="007720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A155B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D4F705E" w:rsidR="007720F8" w:rsidRPr="00A155B1" w:rsidRDefault="007720F8" w:rsidP="007720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FF316CE" w:rsidR="00D45B17" w:rsidRPr="00A155B1" w:rsidRDefault="007720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A155B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A155B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Bławat F., Drajska E., Figura P., Gawrycka M., Korol T., Prusak B.,  Analiza finansowa przedsiębiorstwa. Finansowanie, inwestycje, wartość, syntetyczna, ocena kondycji finansowej. CeDeWu,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AF4B9" w14:textId="77777777" w:rsidR="00D22B79" w:rsidRDefault="00D22B79" w:rsidP="00C16ABF">
      <w:pPr>
        <w:spacing w:after="0" w:line="240" w:lineRule="auto"/>
      </w:pPr>
      <w:r>
        <w:separator/>
      </w:r>
    </w:p>
  </w:endnote>
  <w:endnote w:type="continuationSeparator" w:id="0">
    <w:p w14:paraId="6C30FDCC" w14:textId="77777777" w:rsidR="00D22B79" w:rsidRDefault="00D22B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0E7F9" w14:textId="77777777" w:rsidR="00D22B79" w:rsidRDefault="00D22B79" w:rsidP="00C16ABF">
      <w:pPr>
        <w:spacing w:after="0" w:line="240" w:lineRule="auto"/>
      </w:pPr>
      <w:r>
        <w:separator/>
      </w:r>
    </w:p>
  </w:footnote>
  <w:footnote w:type="continuationSeparator" w:id="0">
    <w:p w14:paraId="46D8B247" w14:textId="77777777" w:rsidR="00D22B79" w:rsidRDefault="00D22B79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0F8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07E9C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16188"/>
    <w:rsid w:val="009166A9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05A3B"/>
    <w:rsid w:val="00D17C3C"/>
    <w:rsid w:val="00D21B0C"/>
    <w:rsid w:val="00D22B79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2EE8C9-C2BE-44F5-8488-B44B0CEB94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C5814-B523-45DF-B72D-7E36E634C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2020-12-13T12:00:00Z</dcterms:created>
  <dcterms:modified xsi:type="dcterms:W3CDTF">2020-12-13T12:01:00Z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